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C4" w:rsidRDefault="00896663" w:rsidP="00C568C4">
      <w:pPr>
        <w:rPr>
          <w:lang w:val="sk-SK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9pt;margin-top:-46.8pt;width:52.65pt;height:63pt;z-index:1">
            <v:imagedata r:id="rId9" o:title=""/>
          </v:shape>
          <o:OLEObject Type="Embed" ProgID="CorelDRAW.Graphic.13" ShapeID="_x0000_s1026" DrawAspect="Content" ObjectID="_1604988620" r:id="rId10"/>
        </w:pict>
      </w:r>
      <w:r>
        <w:rPr>
          <w:noProof/>
        </w:rPr>
        <w:pict>
          <v:line id="_x0000_s1029" style="position:absolute;flip:y;z-index:2" from="63pt,7.3pt" to="468pt,7.35pt"/>
        </w:pict>
      </w:r>
    </w:p>
    <w:p w:rsidR="00C568C4" w:rsidRDefault="00C568C4" w:rsidP="00C568C4">
      <w:pPr>
        <w:rPr>
          <w:lang w:val="sk-SK"/>
        </w:rPr>
      </w:pPr>
      <w:r>
        <w:rPr>
          <w:lang w:val="sk-SK"/>
        </w:rPr>
        <w:t xml:space="preserve">Zn. 2018/ ustanovujúce </w:t>
      </w:r>
      <w:proofErr w:type="spellStart"/>
      <w:r>
        <w:rPr>
          <w:lang w:val="sk-SK"/>
        </w:rPr>
        <w:t>MsZ</w:t>
      </w:r>
      <w:proofErr w:type="spellEnd"/>
      <w:r>
        <w:rPr>
          <w:b/>
          <w:sz w:val="28"/>
          <w:szCs w:val="28"/>
          <w:lang w:val="sk-SK"/>
        </w:rPr>
        <w:t xml:space="preserve">                                                               </w:t>
      </w:r>
      <w:r w:rsidRPr="00C568C4">
        <w:rPr>
          <w:lang w:val="sk-SK"/>
        </w:rPr>
        <w:t>V</w:t>
      </w:r>
      <w:r>
        <w:rPr>
          <w:lang w:val="sk-SK"/>
        </w:rPr>
        <w:t> </w:t>
      </w:r>
      <w:r w:rsidRPr="00C568C4">
        <w:rPr>
          <w:lang w:val="sk-SK"/>
        </w:rPr>
        <w:t>Senici</w:t>
      </w:r>
      <w:r>
        <w:rPr>
          <w:lang w:val="sk-SK"/>
        </w:rPr>
        <w:t xml:space="preserve"> 26. 11. 2018</w:t>
      </w:r>
    </w:p>
    <w:p w:rsidR="00C568C4" w:rsidRDefault="00C568C4" w:rsidP="00C568C4">
      <w:pPr>
        <w:jc w:val="both"/>
        <w:rPr>
          <w:lang w:val="sk-SK"/>
        </w:rPr>
      </w:pPr>
      <w:r>
        <w:rPr>
          <w:lang w:val="sk-SK"/>
        </w:rPr>
        <w:t>Mestské zastupiteľstvo</w:t>
      </w:r>
    </w:p>
    <w:p w:rsidR="00C568C4" w:rsidRDefault="00C568C4" w:rsidP="00C568C4">
      <w:pPr>
        <w:jc w:val="both"/>
        <w:rPr>
          <w:lang w:val="sk-SK"/>
        </w:rPr>
      </w:pPr>
      <w:r>
        <w:rPr>
          <w:lang w:val="sk-SK"/>
        </w:rPr>
        <w:t>Senica</w:t>
      </w:r>
    </w:p>
    <w:p w:rsidR="00C30B5D" w:rsidRDefault="00C30B5D" w:rsidP="00C568C4">
      <w:pPr>
        <w:jc w:val="both"/>
        <w:rPr>
          <w:lang w:val="sk-SK"/>
        </w:rPr>
      </w:pPr>
    </w:p>
    <w:p w:rsidR="00C30B5D" w:rsidRPr="00876CF7" w:rsidRDefault="00C30B5D" w:rsidP="00C568C4">
      <w:pPr>
        <w:jc w:val="both"/>
        <w:rPr>
          <w:lang w:val="sk-SK"/>
        </w:rPr>
      </w:pPr>
    </w:p>
    <w:p w:rsidR="00C568C4" w:rsidRPr="00876CF7" w:rsidRDefault="00C568C4" w:rsidP="0024342F">
      <w:pPr>
        <w:jc w:val="center"/>
        <w:rPr>
          <w:b/>
          <w:sz w:val="28"/>
          <w:szCs w:val="28"/>
          <w:lang w:val="sk-SK"/>
        </w:rPr>
      </w:pPr>
      <w:r w:rsidRPr="00876CF7">
        <w:rPr>
          <w:b/>
          <w:sz w:val="28"/>
          <w:szCs w:val="28"/>
          <w:lang w:val="sk-SK"/>
        </w:rPr>
        <w:t xml:space="preserve">P o z v á n k a </w:t>
      </w:r>
    </w:p>
    <w:p w:rsidR="00C30B5D" w:rsidRDefault="00C30B5D" w:rsidP="00C30B5D">
      <w:pPr>
        <w:rPr>
          <w:b/>
          <w:sz w:val="28"/>
          <w:szCs w:val="28"/>
          <w:lang w:val="sk-SK"/>
        </w:rPr>
      </w:pPr>
    </w:p>
    <w:p w:rsidR="00C30B5D" w:rsidRPr="00876CF7" w:rsidRDefault="00C30B5D" w:rsidP="0024342F">
      <w:pPr>
        <w:jc w:val="center"/>
        <w:rPr>
          <w:b/>
          <w:sz w:val="28"/>
          <w:szCs w:val="28"/>
          <w:lang w:val="sk-SK"/>
        </w:rPr>
      </w:pPr>
    </w:p>
    <w:p w:rsidR="00C30B5D" w:rsidRDefault="0024342F" w:rsidP="0024342F">
      <w:pPr>
        <w:jc w:val="both"/>
        <w:rPr>
          <w:lang w:val="sk-SK"/>
        </w:rPr>
      </w:pPr>
      <w:r w:rsidRPr="00876CF7">
        <w:rPr>
          <w:lang w:val="sk-SK"/>
        </w:rPr>
        <w:t xml:space="preserve">               Na základe </w:t>
      </w:r>
      <w:r w:rsidR="00C568C4" w:rsidRPr="00876CF7">
        <w:rPr>
          <w:lang w:val="sk-SK"/>
        </w:rPr>
        <w:t xml:space="preserve">§ 12 ods. 1 </w:t>
      </w:r>
      <w:r w:rsidRPr="00876CF7">
        <w:rPr>
          <w:lang w:val="sk-SK"/>
        </w:rPr>
        <w:t xml:space="preserve">zákona SNR č. 369/1990 Zb. o obecnom zriadení, v znení neskorších predpisov, zvolávam </w:t>
      </w:r>
      <w:r w:rsidRPr="00876CF7">
        <w:rPr>
          <w:b/>
          <w:lang w:val="sk-SK"/>
        </w:rPr>
        <w:t xml:space="preserve">Ustanovujúce zasadnutie Mestského zastupiteľstva v Senici, </w:t>
      </w:r>
      <w:r w:rsidRPr="00876CF7">
        <w:rPr>
          <w:lang w:val="sk-SK"/>
        </w:rPr>
        <w:t>ktoré sa uskutoční</w:t>
      </w:r>
    </w:p>
    <w:p w:rsidR="00C30B5D" w:rsidRPr="00876CF7" w:rsidRDefault="00C30B5D" w:rsidP="0024342F">
      <w:pPr>
        <w:jc w:val="both"/>
        <w:rPr>
          <w:lang w:val="sk-SK"/>
        </w:rPr>
      </w:pPr>
    </w:p>
    <w:p w:rsidR="0024342F" w:rsidRPr="00876CF7" w:rsidRDefault="0024342F" w:rsidP="0024342F">
      <w:pPr>
        <w:jc w:val="center"/>
        <w:rPr>
          <w:b/>
          <w:u w:val="single"/>
          <w:lang w:val="sk-SK"/>
        </w:rPr>
      </w:pPr>
      <w:r w:rsidRPr="00876CF7">
        <w:rPr>
          <w:b/>
          <w:u w:val="single"/>
          <w:lang w:val="sk-SK"/>
        </w:rPr>
        <w:t xml:space="preserve">vo štvrtok   06. decembra  2018 o 15.00 hodine </w:t>
      </w:r>
    </w:p>
    <w:p w:rsidR="00C30B5D" w:rsidRDefault="00C30B5D" w:rsidP="0024342F">
      <w:pPr>
        <w:rPr>
          <w:lang w:val="sk-SK"/>
        </w:rPr>
      </w:pPr>
    </w:p>
    <w:p w:rsidR="00C30B5D" w:rsidRPr="00876CF7" w:rsidRDefault="00C30B5D" w:rsidP="0024342F">
      <w:pPr>
        <w:rPr>
          <w:lang w:val="sk-SK"/>
        </w:rPr>
      </w:pPr>
    </w:p>
    <w:p w:rsidR="0024342F" w:rsidRPr="00876CF7" w:rsidRDefault="0024342F" w:rsidP="0024342F">
      <w:pPr>
        <w:rPr>
          <w:b/>
          <w:lang w:val="sk-SK"/>
        </w:rPr>
      </w:pPr>
      <w:r w:rsidRPr="00876CF7">
        <w:rPr>
          <w:b/>
          <w:lang w:val="sk-SK"/>
        </w:rPr>
        <w:t xml:space="preserve">v obradnej miestnosti  MsÚ v Senici / prízemie/ s týmto programom:    </w:t>
      </w:r>
    </w:p>
    <w:p w:rsidR="00C30B5D" w:rsidRDefault="00C30B5D" w:rsidP="00C30B5D">
      <w:pPr>
        <w:ind w:left="360"/>
        <w:rPr>
          <w:lang w:val="sk-SK"/>
        </w:rPr>
      </w:pPr>
    </w:p>
    <w:p w:rsidR="0024342F" w:rsidRPr="00876CF7" w:rsidRDefault="008370AD" w:rsidP="00C30B5D">
      <w:pPr>
        <w:numPr>
          <w:ilvl w:val="0"/>
          <w:numId w:val="10"/>
        </w:numPr>
        <w:rPr>
          <w:lang w:val="sk-SK"/>
        </w:rPr>
      </w:pPr>
      <w:r w:rsidRPr="00876CF7">
        <w:rPr>
          <w:lang w:val="sk-SK"/>
        </w:rPr>
        <w:t>H</w:t>
      </w:r>
      <w:r w:rsidR="0024342F" w:rsidRPr="00876CF7">
        <w:rPr>
          <w:lang w:val="sk-SK"/>
        </w:rPr>
        <w:t>ymna</w:t>
      </w:r>
      <w:r w:rsidR="00C568C4" w:rsidRPr="00876CF7">
        <w:rPr>
          <w:lang w:val="sk-SK"/>
        </w:rPr>
        <w:t xml:space="preserve"> SR </w:t>
      </w:r>
      <w:r w:rsidRPr="00876CF7">
        <w:rPr>
          <w:lang w:val="sk-SK"/>
        </w:rPr>
        <w:t>, slávnostné otvorenie</w:t>
      </w:r>
    </w:p>
    <w:p w:rsidR="0024342F" w:rsidRPr="00876CF7" w:rsidRDefault="0024342F" w:rsidP="00192BA2">
      <w:pPr>
        <w:numPr>
          <w:ilvl w:val="0"/>
          <w:numId w:val="10"/>
        </w:numPr>
        <w:rPr>
          <w:lang w:val="sk-SK"/>
        </w:rPr>
      </w:pPr>
      <w:r w:rsidRPr="00876CF7">
        <w:rPr>
          <w:lang w:val="sk-SK"/>
        </w:rPr>
        <w:t>Oznámenie výsledkov  volieb do orgánov samosprávy mes</w:t>
      </w:r>
      <w:r w:rsidR="009271F9" w:rsidRPr="00876CF7">
        <w:rPr>
          <w:lang w:val="sk-SK"/>
        </w:rPr>
        <w:t xml:space="preserve">ta </w:t>
      </w:r>
      <w:r w:rsidR="008D50CA" w:rsidRPr="00876CF7">
        <w:rPr>
          <w:lang w:val="sk-SK"/>
        </w:rPr>
        <w:t xml:space="preserve"> – </w:t>
      </w:r>
      <w:r w:rsidR="00192BA2" w:rsidRPr="00876CF7">
        <w:rPr>
          <w:lang w:val="sk-SK"/>
        </w:rPr>
        <w:t xml:space="preserve"> z</w:t>
      </w:r>
      <w:r w:rsidRPr="00876CF7">
        <w:rPr>
          <w:lang w:val="sk-SK"/>
        </w:rPr>
        <w:t xml:space="preserve">loženie sľubu novozvoleného primátora mesta </w:t>
      </w:r>
      <w:r w:rsidR="009271F9" w:rsidRPr="00876CF7">
        <w:rPr>
          <w:lang w:val="sk-SK"/>
        </w:rPr>
        <w:t xml:space="preserve">a odovzdanie osvedčení o zvolení novozvoleným poslancom  mestského </w:t>
      </w:r>
      <w:r w:rsidR="00876CF7">
        <w:rPr>
          <w:lang w:val="sk-SK"/>
        </w:rPr>
        <w:t>zastupiteľ</w:t>
      </w:r>
      <w:r w:rsidR="004B3643" w:rsidRPr="00876CF7">
        <w:rPr>
          <w:lang w:val="sk-SK"/>
        </w:rPr>
        <w:t>stva a</w:t>
      </w:r>
      <w:r w:rsidR="00192BA2" w:rsidRPr="00876CF7">
        <w:rPr>
          <w:lang w:val="sk-SK"/>
        </w:rPr>
        <w:t xml:space="preserve"> zloženie sľubu novozvolených</w:t>
      </w:r>
      <w:r w:rsidRPr="00876CF7">
        <w:rPr>
          <w:lang w:val="sk-SK"/>
        </w:rPr>
        <w:t xml:space="preserve">  poslancov mestského zastupiteľstva </w:t>
      </w:r>
      <w:r w:rsidR="008D50CA" w:rsidRPr="00876CF7">
        <w:rPr>
          <w:lang w:val="sk-SK"/>
        </w:rPr>
        <w:t xml:space="preserve"> - predseda Mestskej volebnej komisie </w:t>
      </w:r>
    </w:p>
    <w:p w:rsidR="00192BA2" w:rsidRPr="00876CF7" w:rsidRDefault="00192BA2" w:rsidP="00192BA2">
      <w:pPr>
        <w:numPr>
          <w:ilvl w:val="0"/>
          <w:numId w:val="10"/>
        </w:numPr>
        <w:rPr>
          <w:lang w:val="sk-SK"/>
        </w:rPr>
      </w:pPr>
      <w:r w:rsidRPr="00876CF7">
        <w:rPr>
          <w:lang w:val="sk-SK"/>
        </w:rPr>
        <w:t>Vystúpenie primátora, ktorému končí mandát</w:t>
      </w:r>
    </w:p>
    <w:p w:rsidR="0024342F" w:rsidRPr="00C30B5D" w:rsidRDefault="0024342F" w:rsidP="0024342F">
      <w:pPr>
        <w:numPr>
          <w:ilvl w:val="0"/>
          <w:numId w:val="10"/>
        </w:numPr>
        <w:rPr>
          <w:lang w:val="sk-SK"/>
        </w:rPr>
      </w:pPr>
      <w:r w:rsidRPr="00876CF7">
        <w:rPr>
          <w:lang w:val="sk-SK"/>
        </w:rPr>
        <w:t>Vystúpenie novozvoleného primátora</w:t>
      </w:r>
    </w:p>
    <w:p w:rsidR="00C30B5D" w:rsidRDefault="00C30B5D" w:rsidP="0024342F">
      <w:pPr>
        <w:rPr>
          <w:b/>
          <w:lang w:val="sk-SK"/>
        </w:rPr>
      </w:pPr>
    </w:p>
    <w:p w:rsidR="00C30B5D" w:rsidRDefault="00C30B5D" w:rsidP="0024342F">
      <w:pPr>
        <w:rPr>
          <w:b/>
          <w:lang w:val="sk-SK"/>
        </w:rPr>
      </w:pPr>
    </w:p>
    <w:p w:rsidR="0024342F" w:rsidRPr="00876CF7" w:rsidRDefault="0024342F" w:rsidP="0024342F">
      <w:pPr>
        <w:rPr>
          <w:b/>
          <w:lang w:val="sk-SK"/>
        </w:rPr>
      </w:pPr>
      <w:r w:rsidRPr="00876CF7">
        <w:rPr>
          <w:b/>
          <w:lang w:val="sk-SK"/>
        </w:rPr>
        <w:t xml:space="preserve">vo veľkej zasadačke MsÚ v Senici / prízemie / s týmto programom: </w:t>
      </w:r>
    </w:p>
    <w:p w:rsidR="00C30B5D" w:rsidRDefault="00C30B5D" w:rsidP="0024342F">
      <w:pPr>
        <w:rPr>
          <w:lang w:val="sk-SK"/>
        </w:rPr>
      </w:pPr>
    </w:p>
    <w:p w:rsidR="0024342F" w:rsidRPr="00876CF7" w:rsidRDefault="0024342F" w:rsidP="0024342F">
      <w:pPr>
        <w:rPr>
          <w:lang w:val="sk-SK"/>
        </w:rPr>
      </w:pPr>
      <w:r w:rsidRPr="00876CF7">
        <w:rPr>
          <w:lang w:val="sk-SK"/>
        </w:rPr>
        <w:t xml:space="preserve">      1.   Schválenie programu ustanovujúceho zasadnutia mestského zastupiteľstva</w:t>
      </w:r>
    </w:p>
    <w:p w:rsidR="0024342F" w:rsidRPr="00876CF7" w:rsidRDefault="0024342F" w:rsidP="0024342F">
      <w:pPr>
        <w:numPr>
          <w:ilvl w:val="0"/>
          <w:numId w:val="11"/>
        </w:numPr>
        <w:rPr>
          <w:lang w:val="sk-SK"/>
        </w:rPr>
      </w:pPr>
      <w:r w:rsidRPr="00876CF7">
        <w:rPr>
          <w:lang w:val="sk-SK"/>
        </w:rPr>
        <w:t>Voľba návrhovej a mandátovej komisie</w:t>
      </w:r>
      <w:r w:rsidR="008D50CA" w:rsidRPr="00876CF7">
        <w:rPr>
          <w:lang w:val="sk-SK"/>
        </w:rPr>
        <w:t xml:space="preserve"> </w:t>
      </w:r>
    </w:p>
    <w:p w:rsidR="008D50CA" w:rsidRPr="00876CF7" w:rsidRDefault="008D50CA" w:rsidP="0024342F">
      <w:pPr>
        <w:numPr>
          <w:ilvl w:val="0"/>
          <w:numId w:val="11"/>
        </w:numPr>
        <w:rPr>
          <w:lang w:val="sk-SK"/>
        </w:rPr>
      </w:pPr>
      <w:r w:rsidRPr="00876CF7">
        <w:rPr>
          <w:lang w:val="sk-SK"/>
        </w:rPr>
        <w:t>Etický kódex voleného predstaviteľa</w:t>
      </w:r>
      <w:r w:rsidR="00A24A01" w:rsidRPr="00876CF7">
        <w:rPr>
          <w:lang w:val="sk-SK"/>
        </w:rPr>
        <w:t xml:space="preserve"> – zaslaný v elektronickej podobe</w:t>
      </w:r>
    </w:p>
    <w:p w:rsidR="0024342F" w:rsidRPr="00876CF7" w:rsidRDefault="0024342F" w:rsidP="0024342F">
      <w:pPr>
        <w:numPr>
          <w:ilvl w:val="0"/>
          <w:numId w:val="11"/>
        </w:numPr>
        <w:rPr>
          <w:lang w:val="sk-SK"/>
        </w:rPr>
      </w:pPr>
      <w:r w:rsidRPr="00876CF7">
        <w:rPr>
          <w:lang w:val="sk-SK"/>
        </w:rPr>
        <w:t>Informácia o poverení výkonom funkcie zástupcu primátora – primátor mesta</w:t>
      </w:r>
    </w:p>
    <w:p w:rsidR="0024342F" w:rsidRPr="00876CF7" w:rsidRDefault="0024342F" w:rsidP="0024342F">
      <w:pPr>
        <w:numPr>
          <w:ilvl w:val="0"/>
          <w:numId w:val="11"/>
        </w:numPr>
        <w:rPr>
          <w:lang w:val="sk-SK"/>
        </w:rPr>
      </w:pPr>
      <w:r w:rsidRPr="00876CF7">
        <w:rPr>
          <w:lang w:val="sk-SK"/>
        </w:rPr>
        <w:t>Poverenie poslanca mestského zastupiteľstva, ktorý bude oprávnený zvolávať a viesť zasadnutia mestského zastupiteľstva v prípadoch, ak tak neurobí primátor alebo zástupca primátora</w:t>
      </w:r>
    </w:p>
    <w:p w:rsidR="0024342F" w:rsidRPr="00876CF7" w:rsidRDefault="00C568C4" w:rsidP="0024342F">
      <w:pPr>
        <w:numPr>
          <w:ilvl w:val="0"/>
          <w:numId w:val="11"/>
        </w:numPr>
        <w:rPr>
          <w:lang w:val="sk-SK"/>
        </w:rPr>
      </w:pPr>
      <w:r w:rsidRPr="00876CF7">
        <w:rPr>
          <w:lang w:val="sk-SK"/>
        </w:rPr>
        <w:t>Návrh na  z</w:t>
      </w:r>
      <w:r w:rsidR="00876CF7">
        <w:rPr>
          <w:lang w:val="sk-SK"/>
        </w:rPr>
        <w:t>r</w:t>
      </w:r>
      <w:r w:rsidRPr="00876CF7">
        <w:rPr>
          <w:lang w:val="sk-SK"/>
        </w:rPr>
        <w:t xml:space="preserve">iadenie </w:t>
      </w:r>
      <w:r w:rsidR="0024342F" w:rsidRPr="00876CF7">
        <w:rPr>
          <w:lang w:val="sk-SK"/>
        </w:rPr>
        <w:t xml:space="preserve"> mestskej rady</w:t>
      </w:r>
      <w:r w:rsidRPr="00876CF7">
        <w:rPr>
          <w:lang w:val="sk-SK"/>
        </w:rPr>
        <w:t xml:space="preserve"> a voľba jej členov</w:t>
      </w:r>
    </w:p>
    <w:p w:rsidR="0024342F" w:rsidRDefault="00B31AAE" w:rsidP="00512C2D">
      <w:pPr>
        <w:ind w:left="360"/>
        <w:rPr>
          <w:lang w:val="sk-SK"/>
        </w:rPr>
      </w:pPr>
      <w:r>
        <w:rPr>
          <w:lang w:val="sk-SK"/>
        </w:rPr>
        <w:t>7.</w:t>
      </w:r>
      <w:r w:rsidR="00512C2D">
        <w:rPr>
          <w:lang w:val="sk-SK"/>
        </w:rPr>
        <w:t xml:space="preserve"> </w:t>
      </w:r>
      <w:r>
        <w:rPr>
          <w:lang w:val="sk-SK"/>
        </w:rPr>
        <w:t xml:space="preserve">- </w:t>
      </w:r>
      <w:r w:rsidR="00C568C4" w:rsidRPr="00876CF7">
        <w:rPr>
          <w:lang w:val="sk-SK"/>
        </w:rPr>
        <w:t xml:space="preserve">Návrh na  zriadenie </w:t>
      </w:r>
      <w:r w:rsidR="0024342F" w:rsidRPr="00876CF7">
        <w:rPr>
          <w:lang w:val="sk-SK"/>
        </w:rPr>
        <w:t xml:space="preserve">  komisií mestského </w:t>
      </w:r>
      <w:r w:rsidR="00876CF7">
        <w:rPr>
          <w:lang w:val="sk-SK"/>
        </w:rPr>
        <w:t>zastupiteľ</w:t>
      </w:r>
      <w:r w:rsidR="00512C2D">
        <w:rPr>
          <w:lang w:val="sk-SK"/>
        </w:rPr>
        <w:t>stva a určenie počtu ich</w:t>
      </w:r>
      <w:r w:rsidR="00A24A01" w:rsidRPr="00876CF7">
        <w:rPr>
          <w:lang w:val="sk-SK"/>
        </w:rPr>
        <w:t xml:space="preserve"> členov</w:t>
      </w:r>
    </w:p>
    <w:p w:rsidR="00512C2D" w:rsidRPr="00876CF7" w:rsidRDefault="00512C2D" w:rsidP="0076724E">
      <w:pPr>
        <w:ind w:left="360"/>
        <w:rPr>
          <w:lang w:val="sk-SK"/>
        </w:rPr>
      </w:pPr>
      <w:r>
        <w:rPr>
          <w:lang w:val="sk-SK"/>
        </w:rPr>
        <w:t xml:space="preserve"> </w:t>
      </w:r>
      <w:r w:rsidR="00B31AAE">
        <w:rPr>
          <w:lang w:val="sk-SK"/>
        </w:rPr>
        <w:t xml:space="preserve">   - </w:t>
      </w:r>
      <w:r>
        <w:rPr>
          <w:lang w:val="sk-SK"/>
        </w:rPr>
        <w:t xml:space="preserve">Návrh na voľbu členov </w:t>
      </w:r>
      <w:r w:rsidR="0076724E">
        <w:rPr>
          <w:lang w:val="sk-SK"/>
        </w:rPr>
        <w:t>komisií</w:t>
      </w:r>
      <w:bookmarkStart w:id="0" w:name="_GoBack"/>
      <w:bookmarkEnd w:id="0"/>
    </w:p>
    <w:p w:rsidR="0024342F" w:rsidRPr="00876CF7" w:rsidRDefault="00512C2D" w:rsidP="00512C2D">
      <w:pPr>
        <w:rPr>
          <w:lang w:val="sk-SK"/>
        </w:rPr>
      </w:pPr>
      <w:r>
        <w:rPr>
          <w:lang w:val="sk-SK"/>
        </w:rPr>
        <w:t xml:space="preserve">      8.   </w:t>
      </w:r>
      <w:r w:rsidR="0024342F" w:rsidRPr="00876CF7">
        <w:rPr>
          <w:lang w:val="sk-SK"/>
        </w:rPr>
        <w:t>Návrh na  zriadenie  mestských výborov</w:t>
      </w:r>
      <w:r w:rsidR="00A24A01" w:rsidRPr="00876CF7">
        <w:rPr>
          <w:lang w:val="sk-SK"/>
        </w:rPr>
        <w:t xml:space="preserve"> a určenie počtu jej členov </w:t>
      </w:r>
    </w:p>
    <w:p w:rsidR="00512C2D" w:rsidRDefault="00512C2D" w:rsidP="00512C2D">
      <w:pPr>
        <w:rPr>
          <w:lang w:val="sk-SK"/>
        </w:rPr>
      </w:pPr>
      <w:r>
        <w:rPr>
          <w:lang w:val="sk-SK"/>
        </w:rPr>
        <w:t xml:space="preserve">      9.   I</w:t>
      </w:r>
      <w:r w:rsidR="00C568C4" w:rsidRPr="00876CF7">
        <w:rPr>
          <w:lang w:val="sk-SK"/>
        </w:rPr>
        <w:t>nformácia o spoločnostiach</w:t>
      </w:r>
      <w:r w:rsidR="0024342F" w:rsidRPr="00876CF7">
        <w:rPr>
          <w:lang w:val="sk-SK"/>
        </w:rPr>
        <w:t xml:space="preserve"> v zakladateľskej a zriaďovateľskej pôsobnosti </w:t>
      </w:r>
      <w:r w:rsidR="00C85EC4" w:rsidRPr="00876CF7">
        <w:rPr>
          <w:lang w:val="sk-SK"/>
        </w:rPr>
        <w:t xml:space="preserve">mesta </w:t>
      </w:r>
    </w:p>
    <w:p w:rsidR="0076724E" w:rsidRDefault="00B31AAE" w:rsidP="00512C2D">
      <w:pPr>
        <w:rPr>
          <w:lang w:val="sk-SK"/>
        </w:rPr>
      </w:pPr>
      <w:r>
        <w:rPr>
          <w:lang w:val="sk-SK"/>
        </w:rPr>
        <w:t xml:space="preserve">     10.</w:t>
      </w:r>
      <w:r w:rsidR="0076724E">
        <w:rPr>
          <w:lang w:val="sk-SK"/>
        </w:rPr>
        <w:t xml:space="preserve"> - Vyplatenie odstupného primátorovi, ktorému zanikol mandát</w:t>
      </w:r>
      <w:r w:rsidR="00512C2D">
        <w:rPr>
          <w:lang w:val="sk-SK"/>
        </w:rPr>
        <w:t xml:space="preserve"> </w:t>
      </w:r>
    </w:p>
    <w:p w:rsidR="00512C2D" w:rsidRDefault="0076724E" w:rsidP="00512C2D">
      <w:pPr>
        <w:rPr>
          <w:lang w:val="sk-SK"/>
        </w:rPr>
      </w:pPr>
      <w:r>
        <w:rPr>
          <w:lang w:val="sk-SK"/>
        </w:rPr>
        <w:t xml:space="preserve">           </w:t>
      </w:r>
      <w:r w:rsidR="00B31AAE">
        <w:rPr>
          <w:lang w:val="sk-SK"/>
        </w:rPr>
        <w:t xml:space="preserve">- </w:t>
      </w:r>
      <w:r w:rsidR="00512C2D">
        <w:rPr>
          <w:lang w:val="sk-SK"/>
        </w:rPr>
        <w:t>N</w:t>
      </w:r>
      <w:r w:rsidR="0024342F" w:rsidRPr="00876CF7">
        <w:rPr>
          <w:lang w:val="sk-SK"/>
        </w:rPr>
        <w:t xml:space="preserve">ávrh na </w:t>
      </w:r>
      <w:proofErr w:type="spellStart"/>
      <w:r w:rsidR="0024342F" w:rsidRPr="00876CF7">
        <w:rPr>
          <w:lang w:val="sk-SK"/>
        </w:rPr>
        <w:t>vysporiadanie</w:t>
      </w:r>
      <w:proofErr w:type="spellEnd"/>
      <w:r w:rsidR="0024342F" w:rsidRPr="00876CF7">
        <w:rPr>
          <w:lang w:val="sk-SK"/>
        </w:rPr>
        <w:t xml:space="preserve"> nevyčer</w:t>
      </w:r>
      <w:r w:rsidR="00876CF7">
        <w:rPr>
          <w:lang w:val="sk-SK"/>
        </w:rPr>
        <w:t>p</w:t>
      </w:r>
      <w:r w:rsidR="0024342F" w:rsidRPr="00876CF7">
        <w:rPr>
          <w:lang w:val="sk-SK"/>
        </w:rPr>
        <w:t xml:space="preserve">anej dovolenky </w:t>
      </w:r>
      <w:r>
        <w:rPr>
          <w:lang w:val="sk-SK"/>
        </w:rPr>
        <w:t xml:space="preserve">primátora, ktorému zanikol </w:t>
      </w:r>
      <w:r w:rsidR="002B41BB" w:rsidRPr="00876CF7">
        <w:rPr>
          <w:lang w:val="sk-SK"/>
        </w:rPr>
        <w:t>mandát</w:t>
      </w:r>
      <w:r>
        <w:rPr>
          <w:lang w:val="sk-SK"/>
        </w:rPr>
        <w:t xml:space="preserve">    </w:t>
      </w:r>
    </w:p>
    <w:p w:rsidR="00512C2D" w:rsidRDefault="0076724E" w:rsidP="00512C2D">
      <w:pPr>
        <w:rPr>
          <w:lang w:val="sk-SK"/>
        </w:rPr>
      </w:pPr>
      <w:r>
        <w:rPr>
          <w:lang w:val="sk-SK"/>
        </w:rPr>
        <w:t xml:space="preserve">           </w:t>
      </w:r>
      <w:r w:rsidR="00B31AAE">
        <w:rPr>
          <w:lang w:val="sk-SK"/>
        </w:rPr>
        <w:t xml:space="preserve">- </w:t>
      </w:r>
      <w:r w:rsidR="00512C2D" w:rsidRPr="00876CF7">
        <w:rPr>
          <w:lang w:val="sk-SK"/>
        </w:rPr>
        <w:t>N</w:t>
      </w:r>
      <w:r w:rsidR="00512C2D">
        <w:rPr>
          <w:lang w:val="sk-SK"/>
        </w:rPr>
        <w:t>ávrh na určenie platu primátora</w:t>
      </w:r>
    </w:p>
    <w:p w:rsidR="0024342F" w:rsidRPr="00876CF7" w:rsidRDefault="0076724E" w:rsidP="00512C2D">
      <w:pPr>
        <w:rPr>
          <w:lang w:val="sk-SK"/>
        </w:rPr>
      </w:pPr>
      <w:r>
        <w:rPr>
          <w:lang w:val="sk-SK"/>
        </w:rPr>
        <w:t xml:space="preserve">           </w:t>
      </w:r>
      <w:r w:rsidR="00B31AAE">
        <w:rPr>
          <w:lang w:val="sk-SK"/>
        </w:rPr>
        <w:t xml:space="preserve">- </w:t>
      </w:r>
      <w:r w:rsidR="00512C2D">
        <w:rPr>
          <w:lang w:val="sk-SK"/>
        </w:rPr>
        <w:t>N</w:t>
      </w:r>
      <w:r w:rsidR="002B41BB" w:rsidRPr="00876CF7">
        <w:rPr>
          <w:lang w:val="sk-SK"/>
        </w:rPr>
        <w:t>ávrh na určenie platu zástupcovi primátora</w:t>
      </w:r>
    </w:p>
    <w:p w:rsidR="0024342F" w:rsidRPr="00876CF7" w:rsidRDefault="00512C2D" w:rsidP="00B31AAE">
      <w:pPr>
        <w:rPr>
          <w:lang w:val="sk-SK"/>
        </w:rPr>
      </w:pPr>
      <w:r>
        <w:rPr>
          <w:lang w:val="sk-SK"/>
        </w:rPr>
        <w:t xml:space="preserve">     11.</w:t>
      </w:r>
      <w:r w:rsidR="00B31AAE">
        <w:rPr>
          <w:lang w:val="sk-SK"/>
        </w:rPr>
        <w:t xml:space="preserve"> </w:t>
      </w:r>
      <w:r w:rsidR="0024342F" w:rsidRPr="00876CF7">
        <w:rPr>
          <w:lang w:val="sk-SK"/>
        </w:rPr>
        <w:t>Návrh na poverenie vykonávať funkciu sobášiaceho v matričnom obvode Senica</w:t>
      </w:r>
    </w:p>
    <w:p w:rsidR="00C30B5D" w:rsidRDefault="00C30B5D" w:rsidP="00C30B5D">
      <w:pPr>
        <w:ind w:left="300"/>
        <w:rPr>
          <w:lang w:val="sk-SK"/>
        </w:rPr>
      </w:pPr>
    </w:p>
    <w:p w:rsidR="00C30B5D" w:rsidRDefault="00C30B5D" w:rsidP="00C30B5D">
      <w:pPr>
        <w:ind w:left="300"/>
        <w:rPr>
          <w:lang w:val="sk-SK"/>
        </w:rPr>
      </w:pPr>
    </w:p>
    <w:p w:rsidR="00C30B5D" w:rsidRDefault="00C30B5D" w:rsidP="00C30B5D">
      <w:pPr>
        <w:ind w:left="300"/>
        <w:rPr>
          <w:lang w:val="sk-SK"/>
        </w:rPr>
      </w:pPr>
    </w:p>
    <w:p w:rsidR="0024342F" w:rsidRPr="00876CF7" w:rsidRDefault="0024342F" w:rsidP="00C30B5D">
      <w:pPr>
        <w:numPr>
          <w:ilvl w:val="0"/>
          <w:numId w:val="14"/>
        </w:numPr>
        <w:rPr>
          <w:lang w:val="sk-SK"/>
        </w:rPr>
      </w:pPr>
      <w:r w:rsidRPr="00876CF7">
        <w:rPr>
          <w:lang w:val="sk-SK"/>
        </w:rPr>
        <w:t xml:space="preserve">Ústavný zákon č. 357/2004 </w:t>
      </w:r>
      <w:proofErr w:type="spellStart"/>
      <w:r w:rsidRPr="00876CF7">
        <w:rPr>
          <w:lang w:val="sk-SK"/>
        </w:rPr>
        <w:t>Z.z</w:t>
      </w:r>
      <w:proofErr w:type="spellEnd"/>
      <w:r w:rsidRPr="00876CF7">
        <w:rPr>
          <w:lang w:val="sk-SK"/>
        </w:rPr>
        <w:t xml:space="preserve">. o ochrane verejného záujmu pri výkone funkcií verejných funkcionárov a </w:t>
      </w:r>
      <w:r w:rsidR="00A24A01" w:rsidRPr="00876CF7">
        <w:rPr>
          <w:lang w:val="sk-SK"/>
        </w:rPr>
        <w:t>poučenie o</w:t>
      </w:r>
      <w:r w:rsidRPr="00876CF7">
        <w:rPr>
          <w:lang w:val="sk-SK"/>
        </w:rPr>
        <w:t xml:space="preserve"> pov</w:t>
      </w:r>
      <w:r w:rsidR="00A24A01" w:rsidRPr="00876CF7">
        <w:rPr>
          <w:lang w:val="sk-SK"/>
        </w:rPr>
        <w:t xml:space="preserve">innosti </w:t>
      </w:r>
      <w:r w:rsidRPr="00876CF7">
        <w:rPr>
          <w:lang w:val="sk-SK"/>
        </w:rPr>
        <w:t>novozvolených poslancov podať Oznámenie funkcií, zamestnaní, činností a m</w:t>
      </w:r>
      <w:r w:rsidR="00876CF7">
        <w:rPr>
          <w:lang w:val="sk-SK"/>
        </w:rPr>
        <w:t>ajetkových pomerov podľa  tohto</w:t>
      </w:r>
      <w:r w:rsidRPr="00876CF7">
        <w:rPr>
          <w:lang w:val="sk-SK"/>
        </w:rPr>
        <w:t xml:space="preserve"> zákona</w:t>
      </w:r>
      <w:r w:rsidR="00CB57A3" w:rsidRPr="00876CF7">
        <w:rPr>
          <w:lang w:val="sk-SK"/>
        </w:rPr>
        <w:t xml:space="preserve"> a Poučenie </w:t>
      </w:r>
      <w:r w:rsidR="00C568C4" w:rsidRPr="00876CF7">
        <w:rPr>
          <w:lang w:val="sk-SK"/>
        </w:rPr>
        <w:t>o ochrane osobných údajov</w:t>
      </w:r>
      <w:r w:rsidR="00CB57A3" w:rsidRPr="00876CF7">
        <w:rPr>
          <w:lang w:val="sk-SK"/>
        </w:rPr>
        <w:t xml:space="preserve"> v súlade so </w:t>
      </w:r>
      <w:proofErr w:type="spellStart"/>
      <w:r w:rsidR="00CB57A3" w:rsidRPr="00876CF7">
        <w:rPr>
          <w:lang w:val="sk-SK"/>
        </w:rPr>
        <w:t>z.č</w:t>
      </w:r>
      <w:proofErr w:type="spellEnd"/>
      <w:r w:rsidR="00CB57A3" w:rsidRPr="00876CF7">
        <w:rPr>
          <w:lang w:val="sk-SK"/>
        </w:rPr>
        <w:t>. 18/2018 Z.Z. o ochrane osobných údajov</w:t>
      </w:r>
      <w:r w:rsidR="00A24A01" w:rsidRPr="00876CF7">
        <w:rPr>
          <w:lang w:val="sk-SK"/>
        </w:rPr>
        <w:t xml:space="preserve"> – zaslaný v elekt</w:t>
      </w:r>
      <w:r w:rsidR="00876CF7">
        <w:rPr>
          <w:lang w:val="sk-SK"/>
        </w:rPr>
        <w:t>ro</w:t>
      </w:r>
      <w:r w:rsidR="00A24A01" w:rsidRPr="00876CF7">
        <w:rPr>
          <w:lang w:val="sk-SK"/>
        </w:rPr>
        <w:t xml:space="preserve">nickej podobe </w:t>
      </w:r>
    </w:p>
    <w:p w:rsidR="0024342F" w:rsidRPr="00876CF7" w:rsidRDefault="0024342F" w:rsidP="00512C2D">
      <w:pPr>
        <w:numPr>
          <w:ilvl w:val="0"/>
          <w:numId w:val="14"/>
        </w:numPr>
        <w:rPr>
          <w:lang w:val="sk-SK"/>
        </w:rPr>
      </w:pPr>
      <w:r w:rsidRPr="00876CF7">
        <w:rPr>
          <w:lang w:val="sk-SK"/>
        </w:rPr>
        <w:t>Plán zasad</w:t>
      </w:r>
      <w:r w:rsidR="00C568C4" w:rsidRPr="00876CF7">
        <w:rPr>
          <w:lang w:val="sk-SK"/>
        </w:rPr>
        <w:t xml:space="preserve">nutí </w:t>
      </w:r>
      <w:proofErr w:type="spellStart"/>
      <w:r w:rsidR="00C568C4" w:rsidRPr="00876CF7">
        <w:rPr>
          <w:lang w:val="sk-SK"/>
        </w:rPr>
        <w:t>MsR</w:t>
      </w:r>
      <w:proofErr w:type="spellEnd"/>
      <w:r w:rsidR="00C568C4" w:rsidRPr="00876CF7">
        <w:rPr>
          <w:lang w:val="sk-SK"/>
        </w:rPr>
        <w:t xml:space="preserve"> a </w:t>
      </w:r>
      <w:proofErr w:type="spellStart"/>
      <w:r w:rsidR="00C568C4" w:rsidRPr="00876CF7">
        <w:rPr>
          <w:lang w:val="sk-SK"/>
        </w:rPr>
        <w:t>MsZ</w:t>
      </w:r>
      <w:proofErr w:type="spellEnd"/>
      <w:r w:rsidR="00C568C4" w:rsidRPr="00876CF7">
        <w:rPr>
          <w:lang w:val="sk-SK"/>
        </w:rPr>
        <w:t xml:space="preserve"> na I. polrok 2019</w:t>
      </w:r>
    </w:p>
    <w:p w:rsidR="0024342F" w:rsidRPr="00876CF7" w:rsidRDefault="0024342F" w:rsidP="00512C2D">
      <w:pPr>
        <w:numPr>
          <w:ilvl w:val="0"/>
          <w:numId w:val="14"/>
        </w:numPr>
        <w:rPr>
          <w:lang w:val="sk-SK"/>
        </w:rPr>
      </w:pPr>
      <w:r w:rsidRPr="00876CF7">
        <w:rPr>
          <w:lang w:val="sk-SK"/>
        </w:rPr>
        <w:t>Diskusia</w:t>
      </w:r>
    </w:p>
    <w:p w:rsidR="0024342F" w:rsidRPr="00876CF7" w:rsidRDefault="0024342F" w:rsidP="00512C2D">
      <w:pPr>
        <w:numPr>
          <w:ilvl w:val="0"/>
          <w:numId w:val="14"/>
        </w:numPr>
        <w:rPr>
          <w:lang w:val="sk-SK"/>
        </w:rPr>
      </w:pPr>
      <w:r w:rsidRPr="00876CF7">
        <w:rPr>
          <w:lang w:val="sk-SK"/>
        </w:rPr>
        <w:t>Potvrdenie uznesení  z ustanovujúceho mestského zastupiteľstva</w:t>
      </w:r>
    </w:p>
    <w:p w:rsidR="0024342F" w:rsidRPr="00876CF7" w:rsidRDefault="0024342F" w:rsidP="00512C2D">
      <w:pPr>
        <w:numPr>
          <w:ilvl w:val="0"/>
          <w:numId w:val="14"/>
        </w:numPr>
        <w:rPr>
          <w:lang w:val="sk-SK"/>
        </w:rPr>
      </w:pPr>
      <w:r w:rsidRPr="00876CF7">
        <w:rPr>
          <w:lang w:val="sk-SK"/>
        </w:rPr>
        <w:t xml:space="preserve">Záver. </w:t>
      </w:r>
    </w:p>
    <w:p w:rsidR="0024342F" w:rsidRDefault="0024342F" w:rsidP="0024342F">
      <w:pPr>
        <w:rPr>
          <w:lang w:val="sk-SK"/>
        </w:rPr>
      </w:pPr>
    </w:p>
    <w:p w:rsidR="00C30B5D" w:rsidRDefault="00C30B5D" w:rsidP="0024342F">
      <w:pPr>
        <w:rPr>
          <w:lang w:val="sk-SK"/>
        </w:rPr>
      </w:pPr>
    </w:p>
    <w:p w:rsidR="0076724E" w:rsidRDefault="0076724E" w:rsidP="0024342F">
      <w:pPr>
        <w:rPr>
          <w:lang w:val="sk-SK"/>
        </w:rPr>
      </w:pPr>
    </w:p>
    <w:p w:rsidR="0076724E" w:rsidRDefault="0076724E" w:rsidP="0024342F">
      <w:pPr>
        <w:rPr>
          <w:lang w:val="sk-SK"/>
        </w:rPr>
      </w:pPr>
    </w:p>
    <w:p w:rsidR="0076724E" w:rsidRDefault="0076724E" w:rsidP="0024342F">
      <w:pPr>
        <w:rPr>
          <w:lang w:val="sk-SK"/>
        </w:rPr>
      </w:pPr>
    </w:p>
    <w:p w:rsidR="0076724E" w:rsidRDefault="0076724E" w:rsidP="0024342F">
      <w:pPr>
        <w:rPr>
          <w:lang w:val="sk-SK"/>
        </w:rPr>
      </w:pPr>
    </w:p>
    <w:p w:rsidR="00C30B5D" w:rsidRDefault="00C30B5D" w:rsidP="0024342F">
      <w:pPr>
        <w:rPr>
          <w:lang w:val="sk-SK"/>
        </w:rPr>
      </w:pPr>
    </w:p>
    <w:p w:rsidR="00C30B5D" w:rsidRPr="00876CF7" w:rsidRDefault="00C30B5D" w:rsidP="0024342F">
      <w:pPr>
        <w:rPr>
          <w:lang w:val="sk-SK"/>
        </w:rPr>
      </w:pPr>
    </w:p>
    <w:p w:rsidR="0024342F" w:rsidRPr="00876CF7" w:rsidRDefault="0024342F" w:rsidP="0024342F">
      <w:pPr>
        <w:rPr>
          <w:b/>
          <w:lang w:val="sk-SK"/>
        </w:rPr>
      </w:pPr>
      <w:r w:rsidRPr="00876CF7">
        <w:rPr>
          <w:lang w:val="sk-SK"/>
        </w:rPr>
        <w:t xml:space="preserve">                                                                                                       </w:t>
      </w:r>
      <w:r w:rsidR="00C568C4" w:rsidRPr="00876CF7">
        <w:rPr>
          <w:b/>
          <w:lang w:val="sk-SK"/>
        </w:rPr>
        <w:t xml:space="preserve"> Mgr. Branislav Grimm</w:t>
      </w:r>
    </w:p>
    <w:p w:rsidR="00F3598A" w:rsidRPr="00876CF7" w:rsidRDefault="0024342F" w:rsidP="006A5AF2">
      <w:pPr>
        <w:rPr>
          <w:lang w:val="sk-SK"/>
        </w:rPr>
      </w:pPr>
      <w:r w:rsidRPr="00876CF7">
        <w:rPr>
          <w:b/>
          <w:lang w:val="sk-SK"/>
        </w:rPr>
        <w:t xml:space="preserve">                                                                                                            </w:t>
      </w:r>
      <w:r w:rsidRPr="00876CF7">
        <w:rPr>
          <w:lang w:val="sk-SK"/>
        </w:rPr>
        <w:t>primátor mesta Senica</w:t>
      </w:r>
    </w:p>
    <w:sectPr w:rsidR="00F3598A" w:rsidRPr="00876CF7" w:rsidSect="00DE57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06" w:bottom="1418" w:left="1259" w:header="90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663" w:rsidRDefault="00896663">
      <w:r>
        <w:separator/>
      </w:r>
    </w:p>
  </w:endnote>
  <w:endnote w:type="continuationSeparator" w:id="0">
    <w:p w:rsidR="00896663" w:rsidRDefault="0089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34" w:rsidRDefault="009226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44D" w:rsidRPr="008C544D" w:rsidRDefault="00896663">
    <w:pPr>
      <w:pStyle w:val="Pta"/>
      <w:rPr>
        <w:sz w:val="20"/>
        <w:szCs w:val="20"/>
        <w:lang w:val="sk-SK"/>
      </w:rPr>
    </w:pPr>
    <w:r>
      <w:rPr>
        <w:noProof/>
        <w:sz w:val="20"/>
        <w:szCs w:val="20"/>
      </w:rPr>
      <w:pict>
        <v:line id="_x0000_s2054" style="position:absolute;z-index:1" from="0,-.95pt" to="495pt,-.95pt"/>
      </w:pict>
    </w:r>
    <w:r w:rsidR="00D65B5D">
      <w:rPr>
        <w:sz w:val="20"/>
        <w:szCs w:val="20"/>
        <w:lang w:val="sk-SK"/>
      </w:rPr>
      <w:t xml:space="preserve">  </w:t>
    </w:r>
    <w:r w:rsidR="008C544D">
      <w:rPr>
        <w:sz w:val="20"/>
        <w:szCs w:val="20"/>
        <w:lang w:val="sk-SK"/>
      </w:rPr>
      <w:t xml:space="preserve">    </w:t>
    </w:r>
    <w:r w:rsidR="008C544D" w:rsidRPr="008C544D">
      <w:rPr>
        <w:sz w:val="20"/>
        <w:szCs w:val="20"/>
        <w:lang w:val="sk-SK"/>
      </w:rPr>
      <w:t xml:space="preserve">      telefón     </w:t>
    </w:r>
    <w:r w:rsidR="003102E2">
      <w:rPr>
        <w:sz w:val="20"/>
        <w:szCs w:val="20"/>
        <w:lang w:val="sk-SK"/>
      </w:rPr>
      <w:t xml:space="preserve">                fax   </w:t>
    </w:r>
    <w:r w:rsidR="008C544D" w:rsidRPr="008C544D">
      <w:rPr>
        <w:sz w:val="20"/>
        <w:szCs w:val="20"/>
        <w:lang w:val="sk-SK"/>
      </w:rPr>
      <w:t xml:space="preserve"> </w:t>
    </w:r>
    <w:r w:rsidR="008C544D">
      <w:rPr>
        <w:sz w:val="20"/>
        <w:szCs w:val="20"/>
        <w:lang w:val="sk-SK"/>
      </w:rPr>
      <w:t xml:space="preserve"> </w:t>
    </w:r>
    <w:r w:rsidR="008C544D" w:rsidRPr="008C544D">
      <w:rPr>
        <w:sz w:val="20"/>
        <w:szCs w:val="20"/>
        <w:lang w:val="sk-SK"/>
      </w:rPr>
      <w:t xml:space="preserve">  </w:t>
    </w:r>
    <w:r w:rsidR="0004652A">
      <w:rPr>
        <w:sz w:val="20"/>
        <w:szCs w:val="20"/>
        <w:lang w:val="sk-SK"/>
      </w:rPr>
      <w:t xml:space="preserve">   </w:t>
    </w:r>
    <w:r w:rsidR="008C544D" w:rsidRPr="008C544D">
      <w:rPr>
        <w:sz w:val="20"/>
        <w:szCs w:val="20"/>
        <w:lang w:val="sk-SK"/>
      </w:rPr>
      <w:t xml:space="preserve">  </w:t>
    </w:r>
    <w:r w:rsidR="003102E2">
      <w:rPr>
        <w:sz w:val="20"/>
        <w:szCs w:val="20"/>
        <w:lang w:val="sk-SK"/>
      </w:rPr>
      <w:t xml:space="preserve"> </w:t>
    </w:r>
    <w:r w:rsidR="008C544D" w:rsidRPr="008C544D">
      <w:rPr>
        <w:sz w:val="20"/>
        <w:szCs w:val="20"/>
        <w:lang w:val="sk-SK"/>
      </w:rPr>
      <w:t xml:space="preserve"> </w:t>
    </w:r>
    <w:r w:rsidR="00D65B5D">
      <w:rPr>
        <w:sz w:val="20"/>
        <w:szCs w:val="20"/>
        <w:lang w:val="sk-SK"/>
      </w:rPr>
      <w:t>klapka        číslo dverí</w:t>
    </w:r>
    <w:r w:rsidR="008C544D" w:rsidRPr="008C544D">
      <w:rPr>
        <w:sz w:val="20"/>
        <w:szCs w:val="20"/>
        <w:lang w:val="sk-SK"/>
      </w:rPr>
      <w:t xml:space="preserve">    </w:t>
    </w:r>
    <w:r w:rsidR="008C544D">
      <w:rPr>
        <w:sz w:val="20"/>
        <w:szCs w:val="20"/>
        <w:lang w:val="sk-SK"/>
      </w:rPr>
      <w:t xml:space="preserve"> </w:t>
    </w:r>
    <w:r w:rsidR="008C544D" w:rsidRPr="008C544D">
      <w:rPr>
        <w:sz w:val="20"/>
        <w:szCs w:val="20"/>
        <w:lang w:val="sk-SK"/>
      </w:rPr>
      <w:t xml:space="preserve">    </w:t>
    </w:r>
    <w:r w:rsidR="00DA7675">
      <w:rPr>
        <w:sz w:val="20"/>
        <w:szCs w:val="20"/>
        <w:lang w:val="sk-SK"/>
      </w:rPr>
      <w:t xml:space="preserve">  </w:t>
    </w:r>
    <w:r w:rsidR="00E21607">
      <w:rPr>
        <w:sz w:val="20"/>
        <w:szCs w:val="20"/>
        <w:lang w:val="sk-SK"/>
      </w:rPr>
      <w:t xml:space="preserve">  </w:t>
    </w:r>
    <w:r w:rsidR="00D65B5D">
      <w:rPr>
        <w:sz w:val="20"/>
        <w:szCs w:val="20"/>
        <w:lang w:val="sk-SK"/>
      </w:rPr>
      <w:t xml:space="preserve"> </w:t>
    </w:r>
    <w:r w:rsidR="00DA7675">
      <w:rPr>
        <w:sz w:val="20"/>
        <w:szCs w:val="20"/>
        <w:lang w:val="sk-SK"/>
      </w:rPr>
      <w:t xml:space="preserve">  </w:t>
    </w:r>
    <w:r w:rsidR="00D65B5D">
      <w:rPr>
        <w:sz w:val="20"/>
        <w:szCs w:val="20"/>
        <w:lang w:val="sk-SK"/>
      </w:rPr>
      <w:t xml:space="preserve"> </w:t>
    </w:r>
    <w:r w:rsidR="00DA7675">
      <w:rPr>
        <w:sz w:val="20"/>
        <w:szCs w:val="20"/>
        <w:lang w:val="sk-SK"/>
      </w:rPr>
      <w:t xml:space="preserve">   </w:t>
    </w:r>
    <w:r w:rsidR="00D65B5D">
      <w:rPr>
        <w:sz w:val="20"/>
        <w:szCs w:val="20"/>
        <w:lang w:val="sk-SK"/>
      </w:rPr>
      <w:t>e-mail</w:t>
    </w:r>
    <w:r w:rsidR="008C544D" w:rsidRPr="008C544D">
      <w:rPr>
        <w:sz w:val="20"/>
        <w:szCs w:val="20"/>
        <w:lang w:val="sk-SK"/>
      </w:rPr>
      <w:t xml:space="preserve">  </w:t>
    </w:r>
    <w:r w:rsidR="00D65B5D">
      <w:rPr>
        <w:sz w:val="20"/>
        <w:szCs w:val="20"/>
        <w:lang w:val="sk-SK"/>
      </w:rPr>
      <w:t xml:space="preserve">                 </w:t>
    </w:r>
    <w:r w:rsidR="008C544D" w:rsidRPr="008C544D">
      <w:rPr>
        <w:sz w:val="20"/>
        <w:szCs w:val="20"/>
        <w:lang w:val="sk-SK"/>
      </w:rPr>
      <w:t xml:space="preserve">   </w:t>
    </w:r>
    <w:r w:rsidR="00D65B5D">
      <w:rPr>
        <w:sz w:val="20"/>
        <w:szCs w:val="20"/>
        <w:lang w:val="sk-SK"/>
      </w:rPr>
      <w:t xml:space="preserve">           </w:t>
    </w:r>
    <w:r w:rsidR="008C544D" w:rsidRPr="008C544D">
      <w:rPr>
        <w:sz w:val="20"/>
        <w:szCs w:val="20"/>
        <w:lang w:val="sk-SK"/>
      </w:rPr>
      <w:t xml:space="preserve">   </w:t>
    </w:r>
    <w:r w:rsidR="0004652A">
      <w:rPr>
        <w:sz w:val="20"/>
        <w:szCs w:val="20"/>
        <w:lang w:val="sk-SK"/>
      </w:rPr>
      <w:t xml:space="preserve"> </w:t>
    </w:r>
    <w:r w:rsidR="00DA7675">
      <w:rPr>
        <w:sz w:val="20"/>
        <w:szCs w:val="20"/>
        <w:lang w:val="sk-SK"/>
      </w:rPr>
      <w:t xml:space="preserve"> </w:t>
    </w:r>
    <w:r w:rsidR="00D65B5D">
      <w:rPr>
        <w:sz w:val="20"/>
        <w:szCs w:val="20"/>
        <w:lang w:val="sk-SK"/>
      </w:rPr>
      <w:t>internet</w:t>
    </w:r>
  </w:p>
  <w:p w:rsidR="008C544D" w:rsidRDefault="008C544D">
    <w:pPr>
      <w:pStyle w:val="Pta"/>
      <w:rPr>
        <w:sz w:val="20"/>
        <w:szCs w:val="20"/>
        <w:lang w:val="sk-SK"/>
      </w:rPr>
    </w:pPr>
    <w:r>
      <w:rPr>
        <w:sz w:val="20"/>
        <w:szCs w:val="20"/>
        <w:lang w:val="sk-SK"/>
      </w:rPr>
      <w:t xml:space="preserve">       </w:t>
    </w:r>
    <w:r w:rsidRPr="008C544D">
      <w:rPr>
        <w:sz w:val="20"/>
        <w:szCs w:val="20"/>
        <w:lang w:val="sk-SK"/>
      </w:rPr>
      <w:t>034651</w:t>
    </w:r>
    <w:r w:rsidR="00635CAA">
      <w:rPr>
        <w:sz w:val="20"/>
        <w:szCs w:val="20"/>
        <w:lang w:val="sk-SK"/>
      </w:rPr>
      <w:t>2296</w:t>
    </w:r>
    <w:r w:rsidR="00D65B5D">
      <w:rPr>
        <w:sz w:val="20"/>
        <w:szCs w:val="20"/>
        <w:lang w:val="sk-SK"/>
      </w:rPr>
      <w:t xml:space="preserve">  </w:t>
    </w:r>
    <w:r w:rsidR="003102E2">
      <w:rPr>
        <w:sz w:val="20"/>
        <w:szCs w:val="20"/>
        <w:lang w:val="sk-SK"/>
      </w:rPr>
      <w:t xml:space="preserve">     </w:t>
    </w:r>
    <w:r w:rsidR="00D65B5D">
      <w:rPr>
        <w:sz w:val="20"/>
        <w:szCs w:val="20"/>
        <w:lang w:val="sk-SK"/>
      </w:rPr>
      <w:t xml:space="preserve">   </w:t>
    </w:r>
    <w:r w:rsidR="003102E2">
      <w:rPr>
        <w:sz w:val="20"/>
        <w:szCs w:val="20"/>
        <w:lang w:val="sk-SK"/>
      </w:rPr>
      <w:t xml:space="preserve">0346574059   </w:t>
    </w:r>
    <w:r w:rsidR="00D65B5D">
      <w:rPr>
        <w:sz w:val="20"/>
        <w:szCs w:val="20"/>
        <w:lang w:val="sk-SK"/>
      </w:rPr>
      <w:t xml:space="preserve">       103          </w:t>
    </w:r>
    <w:r w:rsidR="00922634">
      <w:rPr>
        <w:sz w:val="20"/>
        <w:szCs w:val="20"/>
        <w:lang w:val="sk-SK"/>
      </w:rPr>
      <w:t xml:space="preserve">      200             </w:t>
    </w:r>
    <w:proofErr w:type="spellStart"/>
    <w:r w:rsidR="00922634">
      <w:rPr>
        <w:sz w:val="20"/>
        <w:szCs w:val="20"/>
        <w:lang w:val="sk-SK"/>
      </w:rPr>
      <w:t>katarina.vrlova@senica.sk</w:t>
    </w:r>
    <w:proofErr w:type="spellEnd"/>
    <w:r w:rsidR="00D65B5D">
      <w:rPr>
        <w:sz w:val="20"/>
        <w:szCs w:val="20"/>
        <w:lang w:val="sk-SK"/>
      </w:rPr>
      <w:t xml:space="preserve">            </w:t>
    </w:r>
    <w:proofErr w:type="spellStart"/>
    <w:r w:rsidR="00D65B5D">
      <w:rPr>
        <w:sz w:val="20"/>
        <w:szCs w:val="20"/>
        <w:lang w:val="sk-SK"/>
      </w:rPr>
      <w:t>www.senica.sk</w:t>
    </w:r>
    <w:proofErr w:type="spellEnd"/>
  </w:p>
  <w:p w:rsidR="00DA7675" w:rsidRDefault="00DA7675">
    <w:pPr>
      <w:pStyle w:val="Pta"/>
      <w:rPr>
        <w:sz w:val="20"/>
        <w:szCs w:val="20"/>
        <w:lang w:val="sk-SK"/>
      </w:rPr>
    </w:pPr>
    <w:r>
      <w:rPr>
        <w:sz w:val="20"/>
        <w:szCs w:val="20"/>
        <w:lang w:val="sk-SK"/>
      </w:rPr>
      <w:t xml:space="preserve">     </w:t>
    </w:r>
    <w:r w:rsidR="00530BD2">
      <w:rPr>
        <w:sz w:val="20"/>
        <w:szCs w:val="20"/>
        <w:lang w:val="sk-SK"/>
      </w:rPr>
      <w:t xml:space="preserve">        </w:t>
    </w:r>
    <w:r>
      <w:rPr>
        <w:sz w:val="20"/>
        <w:szCs w:val="20"/>
        <w:lang w:val="sk-SK"/>
      </w:rPr>
      <w:t xml:space="preserve">      </w:t>
    </w:r>
    <w:r w:rsidR="00530BD2">
      <w:rPr>
        <w:sz w:val="20"/>
        <w:szCs w:val="20"/>
        <w:lang w:val="sk-SK"/>
      </w:rPr>
      <w:tab/>
      <w:t xml:space="preserve">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34" w:rsidRDefault="0092263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663" w:rsidRDefault="00896663">
      <w:r>
        <w:separator/>
      </w:r>
    </w:p>
  </w:footnote>
  <w:footnote w:type="continuationSeparator" w:id="0">
    <w:p w:rsidR="00896663" w:rsidRDefault="00896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34" w:rsidRDefault="009226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12" w:rsidRDefault="003102E2" w:rsidP="006E2712">
    <w:pPr>
      <w:pStyle w:val="Hlavika"/>
      <w:jc w:val="center"/>
      <w:rPr>
        <w:lang w:val="sk-SK"/>
      </w:rPr>
    </w:pPr>
    <w:r>
      <w:rPr>
        <w:lang w:val="sk-SK"/>
      </w:rPr>
      <w:t xml:space="preserve">MESTO </w:t>
    </w:r>
    <w:r w:rsidR="006E2712">
      <w:rPr>
        <w:lang w:val="sk-SK"/>
      </w:rPr>
      <w:t>SENICA</w:t>
    </w:r>
  </w:p>
  <w:p w:rsidR="003102E2" w:rsidRPr="003102E2" w:rsidRDefault="003102E2" w:rsidP="006E2712">
    <w:pPr>
      <w:pStyle w:val="Hlavika"/>
      <w:jc w:val="center"/>
      <w:rPr>
        <w:sz w:val="22"/>
        <w:szCs w:val="22"/>
        <w:lang w:val="sk-SK"/>
      </w:rPr>
    </w:pPr>
    <w:r w:rsidRPr="003102E2">
      <w:rPr>
        <w:sz w:val="22"/>
        <w:szCs w:val="22"/>
        <w:lang w:val="sk-SK"/>
      </w:rPr>
      <w:t>MESTSKÝ ÚRAD SENICA</w:t>
    </w:r>
  </w:p>
  <w:p w:rsidR="006E2712" w:rsidRPr="006E2712" w:rsidRDefault="006E2712" w:rsidP="006E2712">
    <w:pPr>
      <w:pStyle w:val="Hlavika"/>
      <w:jc w:val="center"/>
      <w:rPr>
        <w:lang w:val="sk-SK"/>
      </w:rPr>
    </w:pPr>
    <w:r>
      <w:rPr>
        <w:lang w:val="sk-SK"/>
      </w:rPr>
      <w:t xml:space="preserve">Štefánikova 1408/56, </w:t>
    </w:r>
    <w:r w:rsidR="00D542B9">
      <w:rPr>
        <w:lang w:val="sk-SK"/>
      </w:rPr>
      <w:t>905 25 Senica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34" w:rsidRDefault="0092263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6846"/>
    <w:multiLevelType w:val="hybridMultilevel"/>
    <w:tmpl w:val="46D861F2"/>
    <w:lvl w:ilvl="0" w:tplc="041B000F">
      <w:start w:val="1"/>
      <w:numFmt w:val="decimal"/>
      <w:lvlText w:val="%1.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A64A5"/>
    <w:multiLevelType w:val="multilevel"/>
    <w:tmpl w:val="D36A35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2">
    <w:nsid w:val="0FA8422A"/>
    <w:multiLevelType w:val="multilevel"/>
    <w:tmpl w:val="094ACA50"/>
    <w:lvl w:ilvl="0">
      <w:start w:val="6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"/>
      <w:lvlJc w:val="left"/>
      <w:pPr>
        <w:ind w:left="900" w:hanging="360"/>
      </w:pPr>
    </w:lvl>
    <w:lvl w:ilvl="2">
      <w:start w:val="1"/>
      <w:numFmt w:val="decimal"/>
      <w:isLgl/>
      <w:lvlText w:val="%1.%2.%3"/>
      <w:lvlJc w:val="left"/>
      <w:pPr>
        <w:ind w:left="1260" w:hanging="720"/>
      </w:pPr>
    </w:lvl>
    <w:lvl w:ilvl="3">
      <w:start w:val="1"/>
      <w:numFmt w:val="decimal"/>
      <w:isLgl/>
      <w:lvlText w:val="%1.%2.%3.%4"/>
      <w:lvlJc w:val="left"/>
      <w:pPr>
        <w:ind w:left="1260" w:hanging="720"/>
      </w:pPr>
    </w:lvl>
    <w:lvl w:ilvl="4">
      <w:start w:val="1"/>
      <w:numFmt w:val="decimal"/>
      <w:isLgl/>
      <w:lvlText w:val="%1.%2.%3.%4.%5"/>
      <w:lvlJc w:val="left"/>
      <w:pPr>
        <w:ind w:left="1620" w:hanging="1080"/>
      </w:pPr>
    </w:lvl>
    <w:lvl w:ilvl="5">
      <w:start w:val="1"/>
      <w:numFmt w:val="decimal"/>
      <w:isLgl/>
      <w:lvlText w:val="%1.%2.%3.%4.%5.%6"/>
      <w:lvlJc w:val="left"/>
      <w:pPr>
        <w:ind w:left="1620" w:hanging="1080"/>
      </w:pPr>
    </w:lvl>
    <w:lvl w:ilvl="6">
      <w:start w:val="1"/>
      <w:numFmt w:val="decimal"/>
      <w:isLgl/>
      <w:lvlText w:val="%1.%2.%3.%4.%5.%6.%7"/>
      <w:lvlJc w:val="left"/>
      <w:pPr>
        <w:ind w:left="1980" w:hanging="1440"/>
      </w:p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</w:lvl>
  </w:abstractNum>
  <w:abstractNum w:abstractNumId="3">
    <w:nsid w:val="105A6F11"/>
    <w:multiLevelType w:val="hybridMultilevel"/>
    <w:tmpl w:val="5BAE9CA4"/>
    <w:lvl w:ilvl="0" w:tplc="3C1C4B5C">
      <w:start w:val="13"/>
      <w:numFmt w:val="decimal"/>
      <w:lvlText w:val="%1."/>
      <w:lvlJc w:val="left"/>
      <w:pPr>
        <w:ind w:left="840" w:hanging="360"/>
      </w:pPr>
    </w:lvl>
    <w:lvl w:ilvl="1" w:tplc="041B0019">
      <w:start w:val="1"/>
      <w:numFmt w:val="lowerLetter"/>
      <w:lvlText w:val="%2."/>
      <w:lvlJc w:val="left"/>
      <w:pPr>
        <w:ind w:left="1560" w:hanging="360"/>
      </w:pPr>
    </w:lvl>
    <w:lvl w:ilvl="2" w:tplc="041B001B">
      <w:start w:val="1"/>
      <w:numFmt w:val="lowerRoman"/>
      <w:lvlText w:val="%3."/>
      <w:lvlJc w:val="right"/>
      <w:pPr>
        <w:ind w:left="2280" w:hanging="180"/>
      </w:pPr>
    </w:lvl>
    <w:lvl w:ilvl="3" w:tplc="041B000F">
      <w:start w:val="1"/>
      <w:numFmt w:val="decimal"/>
      <w:lvlText w:val="%4."/>
      <w:lvlJc w:val="left"/>
      <w:pPr>
        <w:ind w:left="3000" w:hanging="360"/>
      </w:pPr>
    </w:lvl>
    <w:lvl w:ilvl="4" w:tplc="041B0019">
      <w:start w:val="1"/>
      <w:numFmt w:val="lowerLetter"/>
      <w:lvlText w:val="%5."/>
      <w:lvlJc w:val="left"/>
      <w:pPr>
        <w:ind w:left="3720" w:hanging="360"/>
      </w:pPr>
    </w:lvl>
    <w:lvl w:ilvl="5" w:tplc="041B001B">
      <w:start w:val="1"/>
      <w:numFmt w:val="lowerRoman"/>
      <w:lvlText w:val="%6."/>
      <w:lvlJc w:val="right"/>
      <w:pPr>
        <w:ind w:left="4440" w:hanging="180"/>
      </w:pPr>
    </w:lvl>
    <w:lvl w:ilvl="6" w:tplc="041B000F">
      <w:start w:val="1"/>
      <w:numFmt w:val="decimal"/>
      <w:lvlText w:val="%7."/>
      <w:lvlJc w:val="left"/>
      <w:pPr>
        <w:ind w:left="5160" w:hanging="360"/>
      </w:pPr>
    </w:lvl>
    <w:lvl w:ilvl="7" w:tplc="041B0019">
      <w:start w:val="1"/>
      <w:numFmt w:val="lowerLetter"/>
      <w:lvlText w:val="%8."/>
      <w:lvlJc w:val="left"/>
      <w:pPr>
        <w:ind w:left="5880" w:hanging="360"/>
      </w:pPr>
    </w:lvl>
    <w:lvl w:ilvl="8" w:tplc="041B001B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7A92046"/>
    <w:multiLevelType w:val="multilevel"/>
    <w:tmpl w:val="CFD000B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6">
    <w:nsid w:val="43F14986"/>
    <w:multiLevelType w:val="hybridMultilevel"/>
    <w:tmpl w:val="943A110C"/>
    <w:lvl w:ilvl="0" w:tplc="6A0E3DAE">
      <w:start w:val="17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85A5A53"/>
    <w:multiLevelType w:val="hybridMultilevel"/>
    <w:tmpl w:val="A7B6691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196B08"/>
    <w:multiLevelType w:val="hybridMultilevel"/>
    <w:tmpl w:val="D5D4CB2C"/>
    <w:lvl w:ilvl="0" w:tplc="FB2C49F0">
      <w:start w:val="1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04B1137"/>
    <w:multiLevelType w:val="multilevel"/>
    <w:tmpl w:val="F59AAE70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10">
    <w:nsid w:val="50825E71"/>
    <w:multiLevelType w:val="hybridMultilevel"/>
    <w:tmpl w:val="04BE4202"/>
    <w:lvl w:ilvl="0" w:tplc="A8F65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F559EE"/>
    <w:multiLevelType w:val="hybridMultilevel"/>
    <w:tmpl w:val="CEF64A5C"/>
    <w:lvl w:ilvl="0" w:tplc="F9D4F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BE62EB"/>
    <w:multiLevelType w:val="hybridMultilevel"/>
    <w:tmpl w:val="B22CC24E"/>
    <w:lvl w:ilvl="0" w:tplc="E55EDA4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7CDC63BA"/>
    <w:multiLevelType w:val="hybridMultilevel"/>
    <w:tmpl w:val="CE507074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13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1F1"/>
    <w:rsid w:val="00006EBA"/>
    <w:rsid w:val="00033203"/>
    <w:rsid w:val="0004652A"/>
    <w:rsid w:val="00072C77"/>
    <w:rsid w:val="000A5CCC"/>
    <w:rsid w:val="000A6ED3"/>
    <w:rsid w:val="000D555E"/>
    <w:rsid w:val="0013217B"/>
    <w:rsid w:val="00171AE1"/>
    <w:rsid w:val="0018311E"/>
    <w:rsid w:val="0019190C"/>
    <w:rsid w:val="00192BA2"/>
    <w:rsid w:val="001A3CB4"/>
    <w:rsid w:val="0024342F"/>
    <w:rsid w:val="00253650"/>
    <w:rsid w:val="002903B7"/>
    <w:rsid w:val="002A3FAB"/>
    <w:rsid w:val="002B41BB"/>
    <w:rsid w:val="002B669B"/>
    <w:rsid w:val="002C1058"/>
    <w:rsid w:val="002D03CD"/>
    <w:rsid w:val="00305BBD"/>
    <w:rsid w:val="003102E2"/>
    <w:rsid w:val="00345B49"/>
    <w:rsid w:val="003461F1"/>
    <w:rsid w:val="003607FE"/>
    <w:rsid w:val="00367B13"/>
    <w:rsid w:val="003840EF"/>
    <w:rsid w:val="003C2EDE"/>
    <w:rsid w:val="003E34AC"/>
    <w:rsid w:val="00410E9F"/>
    <w:rsid w:val="004322C9"/>
    <w:rsid w:val="00457DAA"/>
    <w:rsid w:val="00467D7A"/>
    <w:rsid w:val="00473BD8"/>
    <w:rsid w:val="00481B77"/>
    <w:rsid w:val="004B3643"/>
    <w:rsid w:val="004C10A2"/>
    <w:rsid w:val="004E2C4C"/>
    <w:rsid w:val="00512C2D"/>
    <w:rsid w:val="00520971"/>
    <w:rsid w:val="00530BD2"/>
    <w:rsid w:val="00541DF1"/>
    <w:rsid w:val="005C226C"/>
    <w:rsid w:val="005F2BE2"/>
    <w:rsid w:val="0060773B"/>
    <w:rsid w:val="00611EBB"/>
    <w:rsid w:val="00630AD3"/>
    <w:rsid w:val="00635CAA"/>
    <w:rsid w:val="00636448"/>
    <w:rsid w:val="00642F37"/>
    <w:rsid w:val="00690E88"/>
    <w:rsid w:val="006A5AF2"/>
    <w:rsid w:val="006C3606"/>
    <w:rsid w:val="006E2712"/>
    <w:rsid w:val="006F3F8A"/>
    <w:rsid w:val="0076724E"/>
    <w:rsid w:val="00786040"/>
    <w:rsid w:val="007903CB"/>
    <w:rsid w:val="007A3863"/>
    <w:rsid w:val="007B09EA"/>
    <w:rsid w:val="007B232F"/>
    <w:rsid w:val="007B6130"/>
    <w:rsid w:val="007F507F"/>
    <w:rsid w:val="008370AD"/>
    <w:rsid w:val="00850804"/>
    <w:rsid w:val="00864449"/>
    <w:rsid w:val="00876CF7"/>
    <w:rsid w:val="00896663"/>
    <w:rsid w:val="008B2AB9"/>
    <w:rsid w:val="008C544D"/>
    <w:rsid w:val="008C6A33"/>
    <w:rsid w:val="008D50CA"/>
    <w:rsid w:val="008E3DAB"/>
    <w:rsid w:val="008F48C2"/>
    <w:rsid w:val="009147DE"/>
    <w:rsid w:val="00922634"/>
    <w:rsid w:val="00923DEE"/>
    <w:rsid w:val="009271F9"/>
    <w:rsid w:val="0098359E"/>
    <w:rsid w:val="009858DA"/>
    <w:rsid w:val="00994323"/>
    <w:rsid w:val="009A3705"/>
    <w:rsid w:val="009B5C00"/>
    <w:rsid w:val="009C0E93"/>
    <w:rsid w:val="00A05D90"/>
    <w:rsid w:val="00A15960"/>
    <w:rsid w:val="00A248BD"/>
    <w:rsid w:val="00A24A01"/>
    <w:rsid w:val="00AA220E"/>
    <w:rsid w:val="00AF20A5"/>
    <w:rsid w:val="00B10775"/>
    <w:rsid w:val="00B16746"/>
    <w:rsid w:val="00B31AAE"/>
    <w:rsid w:val="00B4064D"/>
    <w:rsid w:val="00B45130"/>
    <w:rsid w:val="00B841DA"/>
    <w:rsid w:val="00B935D5"/>
    <w:rsid w:val="00BA71D3"/>
    <w:rsid w:val="00BF0D08"/>
    <w:rsid w:val="00C25786"/>
    <w:rsid w:val="00C30B5D"/>
    <w:rsid w:val="00C568C4"/>
    <w:rsid w:val="00C85EC4"/>
    <w:rsid w:val="00C95E5E"/>
    <w:rsid w:val="00CB57A3"/>
    <w:rsid w:val="00CE644E"/>
    <w:rsid w:val="00D52834"/>
    <w:rsid w:val="00D542B9"/>
    <w:rsid w:val="00D65B5D"/>
    <w:rsid w:val="00DA3C80"/>
    <w:rsid w:val="00DA7675"/>
    <w:rsid w:val="00DD18B3"/>
    <w:rsid w:val="00DD1E67"/>
    <w:rsid w:val="00DE5778"/>
    <w:rsid w:val="00DF127C"/>
    <w:rsid w:val="00E061D1"/>
    <w:rsid w:val="00E06FAD"/>
    <w:rsid w:val="00E21607"/>
    <w:rsid w:val="00E21C23"/>
    <w:rsid w:val="00E57D75"/>
    <w:rsid w:val="00E65CC0"/>
    <w:rsid w:val="00E71736"/>
    <w:rsid w:val="00E766FC"/>
    <w:rsid w:val="00EA72EF"/>
    <w:rsid w:val="00EE05D6"/>
    <w:rsid w:val="00EE24E8"/>
    <w:rsid w:val="00F04DB5"/>
    <w:rsid w:val="00F242B0"/>
    <w:rsid w:val="00F3598A"/>
    <w:rsid w:val="00F72B83"/>
    <w:rsid w:val="00F74671"/>
    <w:rsid w:val="00FC5690"/>
    <w:rsid w:val="00FD00BB"/>
    <w:rsid w:val="00FD4D4B"/>
    <w:rsid w:val="00FD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2">
    <w:name w:val="heading 2"/>
    <w:basedOn w:val="Normlny"/>
    <w:next w:val="Normlny"/>
    <w:link w:val="Nadpis2Char"/>
    <w:qFormat/>
    <w:rsid w:val="001321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6E2712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6E2712"/>
    <w:pPr>
      <w:tabs>
        <w:tab w:val="center" w:pos="4536"/>
        <w:tab w:val="right" w:pos="9072"/>
      </w:tabs>
    </w:pPr>
  </w:style>
  <w:style w:type="character" w:styleId="Hypertextovprepojenie">
    <w:name w:val="Hyperlink"/>
    <w:rsid w:val="008C544D"/>
    <w:rPr>
      <w:color w:val="0000FF"/>
      <w:u w:val="single"/>
    </w:rPr>
  </w:style>
  <w:style w:type="paragraph" w:styleId="Zkladntext">
    <w:name w:val="Body Text"/>
    <w:basedOn w:val="Normlny"/>
    <w:link w:val="ZkladntextChar"/>
    <w:unhideWhenUsed/>
    <w:rsid w:val="00033203"/>
    <w:pPr>
      <w:jc w:val="both"/>
    </w:pPr>
    <w:rPr>
      <w:szCs w:val="20"/>
      <w:lang w:val="sk-SK" w:eastAsia="sk-SK"/>
    </w:rPr>
  </w:style>
  <w:style w:type="character" w:customStyle="1" w:styleId="ZkladntextChar">
    <w:name w:val="Základný text Char"/>
    <w:link w:val="Zkladntext"/>
    <w:rsid w:val="00033203"/>
    <w:rPr>
      <w:sz w:val="24"/>
    </w:rPr>
  </w:style>
  <w:style w:type="character" w:customStyle="1" w:styleId="Nadpis2Char">
    <w:name w:val="Nadpis 2 Char"/>
    <w:link w:val="Nadpis2"/>
    <w:rsid w:val="0013217B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Odsekzoznamu">
    <w:name w:val="List Paragraph"/>
    <w:basedOn w:val="Normlny"/>
    <w:uiPriority w:val="34"/>
    <w:qFormat/>
    <w:rsid w:val="00DF127C"/>
    <w:pPr>
      <w:ind w:left="720"/>
      <w:contextualSpacing/>
    </w:pPr>
    <w:rPr>
      <w:lang w:val="sk-SK" w:eastAsia="sk-SK"/>
    </w:rPr>
  </w:style>
  <w:style w:type="paragraph" w:styleId="Normlnywebov">
    <w:name w:val="Normal (Web)"/>
    <w:basedOn w:val="Normlny"/>
    <w:uiPriority w:val="99"/>
    <w:unhideWhenUsed/>
    <w:rsid w:val="0098359E"/>
    <w:pPr>
      <w:spacing w:before="100" w:beforeAutospacing="1" w:after="100" w:afterAutospacing="1"/>
    </w:pPr>
    <w:rPr>
      <w:rFonts w:eastAsia="Calibri"/>
      <w:lang w:val="sk-SK" w:eastAsia="sk-SK"/>
    </w:rPr>
  </w:style>
  <w:style w:type="table" w:styleId="Mriekatabuky">
    <w:name w:val="Table Grid"/>
    <w:basedOn w:val="Normlnatabuka"/>
    <w:rsid w:val="00983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B31A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31AAE"/>
    <w:rPr>
      <w:rFonts w:ascii="Tahoma" w:hAnsi="Tahoma" w:cs="Tahoma"/>
      <w:sz w:val="16"/>
      <w:szCs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lova\AppData\Local\Microsoft\Windows\INetCache\Content.Outlook\C8I3HB32\2018%20ustanovuj&#250;ce%20MsZ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84E28-45C9-437A-8805-BA8461CA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2018 ustanovujúce MsZ</Template>
  <TotalTime>48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Senica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Langova Adela</cp:lastModifiedBy>
  <cp:revision>9</cp:revision>
  <cp:lastPrinted>2018-11-29T08:23:00Z</cp:lastPrinted>
  <dcterms:created xsi:type="dcterms:W3CDTF">2018-11-12T10:25:00Z</dcterms:created>
  <dcterms:modified xsi:type="dcterms:W3CDTF">2018-11-29T08:24:00Z</dcterms:modified>
</cp:coreProperties>
</file>